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6A5CE004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411F">
        <w:rPr>
          <w:rFonts w:ascii="Corbel" w:hAnsi="Corbel"/>
          <w:i/>
          <w:smallCaps/>
          <w:sz w:val="24"/>
          <w:szCs w:val="24"/>
        </w:rPr>
        <w:t>2019-2022</w:t>
      </w:r>
    </w:p>
    <w:p w14:paraId="4CF91FF1" w14:textId="4C51446B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40411F">
        <w:rPr>
          <w:rFonts w:ascii="Corbel" w:hAnsi="Corbel"/>
          <w:sz w:val="20"/>
          <w:szCs w:val="20"/>
        </w:rPr>
        <w:t>1</w:t>
      </w:r>
      <w:r w:rsidR="00591B17">
        <w:rPr>
          <w:rFonts w:ascii="Corbel" w:hAnsi="Corbel"/>
          <w:sz w:val="20"/>
          <w:szCs w:val="20"/>
        </w:rPr>
        <w:t>/202</w:t>
      </w:r>
      <w:r w:rsidR="0040411F">
        <w:rPr>
          <w:rFonts w:ascii="Corbel" w:hAnsi="Corbel"/>
          <w:sz w:val="20"/>
          <w:szCs w:val="20"/>
        </w:rPr>
        <w:t>2</w:t>
      </w:r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39EA3337" w:rsidR="00BD40B6" w:rsidRPr="00C33D98" w:rsidRDefault="00C33D9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D9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7AE431DE" w:rsidR="00015B8F" w:rsidRPr="009C54AE" w:rsidRDefault="00C33D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237F1174" w:rsidR="00015B8F" w:rsidRPr="009C54AE" w:rsidRDefault="00C33D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21C11C94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FC8F12" w14:textId="77777777" w:rsidR="005444F5" w:rsidRPr="005444F5" w:rsidRDefault="005444F5" w:rsidP="005444F5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5444F5">
        <w:rPr>
          <w:rFonts w:ascii="Corbel" w:hAnsi="Corbel"/>
          <w:b w:val="0"/>
          <w:smallCaps w:val="0"/>
        </w:rPr>
        <w:t>Wykład połączony z prezentacją multimedialną</w:t>
      </w:r>
    </w:p>
    <w:p w14:paraId="1B110AFB" w14:textId="67E3C154" w:rsidR="00A73607" w:rsidRPr="005444F5" w:rsidRDefault="005444F5" w:rsidP="005444F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5444F5">
        <w:rPr>
          <w:rFonts w:ascii="Corbel" w:hAnsi="Corbel"/>
          <w:b w:val="0"/>
          <w:smallCaps w:val="0"/>
        </w:rPr>
        <w:t>Ćwiczenia: praca w grupach, dyskusja</w:t>
      </w:r>
    </w:p>
    <w:p w14:paraId="277C96F3" w14:textId="77777777" w:rsidR="005444F5" w:rsidRDefault="005444F5" w:rsidP="005444F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507CF2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5F8F525E" w:rsidR="0085747A" w:rsidRPr="009C54AE" w:rsidRDefault="00C33D98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61AA57AA" w:rsidR="00C61DC5" w:rsidRPr="009C54AE" w:rsidRDefault="00C33D98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PWE,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F3F33" w14:textId="77777777" w:rsidR="002A6EF5" w:rsidRDefault="002A6EF5" w:rsidP="00C16ABF">
      <w:pPr>
        <w:spacing w:after="0" w:line="240" w:lineRule="auto"/>
      </w:pPr>
      <w:r>
        <w:separator/>
      </w:r>
    </w:p>
  </w:endnote>
  <w:endnote w:type="continuationSeparator" w:id="0">
    <w:p w14:paraId="29958747" w14:textId="77777777" w:rsidR="002A6EF5" w:rsidRDefault="002A6E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AAAE3" w14:textId="77777777" w:rsidR="002A6EF5" w:rsidRDefault="002A6EF5" w:rsidP="00C16ABF">
      <w:pPr>
        <w:spacing w:after="0" w:line="240" w:lineRule="auto"/>
      </w:pPr>
      <w:r>
        <w:separator/>
      </w:r>
    </w:p>
  </w:footnote>
  <w:footnote w:type="continuationSeparator" w:id="0">
    <w:p w14:paraId="6A83F40A" w14:textId="77777777" w:rsidR="002A6EF5" w:rsidRDefault="002A6EF5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A6EF5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1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2467"/>
    <w:rsid w:val="0050496F"/>
    <w:rsid w:val="00513B6F"/>
    <w:rsid w:val="00517C63"/>
    <w:rsid w:val="005363C4"/>
    <w:rsid w:val="00536BDE"/>
    <w:rsid w:val="00543ACC"/>
    <w:rsid w:val="005444F5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3D98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50668-B125-4421-9501-477C65921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881</Words>
  <Characters>5286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2020-11-26T14:27:00Z</dcterms:created>
  <dcterms:modified xsi:type="dcterms:W3CDTF">2021-02-12T09:13:00Z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